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D43E6" w14:textId="77777777"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14:paraId="3F82931E" w14:textId="77777777"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14:paraId="0F52B819" w14:textId="77777777"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182AC8">
        <w:rPr>
          <w:b/>
          <w:sz w:val="20"/>
          <w:szCs w:val="20"/>
        </w:rPr>
        <w:t xml:space="preserve"> DO ALUNO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CA76D5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1" w:name="Texto2"/>
      <w:r w:rsidR="00CA76D5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1"/>
      <w:r w:rsidRPr="00707B01">
        <w:rPr>
          <w:b/>
          <w:sz w:val="20"/>
          <w:szCs w:val="20"/>
        </w:rPr>
        <w:t xml:space="preserve"> TURNO: </w:t>
      </w:r>
      <w:bookmarkStart w:id="2" w:name="Texto3"/>
      <w:r w:rsidR="00CA76D5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2"/>
    </w:p>
    <w:p w14:paraId="736D5485" w14:textId="77777777"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182AC8">
        <w:rPr>
          <w:b/>
        </w:rPr>
        <w:t>–</w:t>
      </w:r>
      <w:r w:rsidR="00945E30">
        <w:rPr>
          <w:b/>
        </w:rPr>
        <w:t xml:space="preserve"> </w:t>
      </w:r>
      <w:r w:rsidR="00182AC8">
        <w:rPr>
          <w:b/>
        </w:rPr>
        <w:t xml:space="preserve">CÔNJUGE DO </w:t>
      </w:r>
      <w:r w:rsidR="005E26A7">
        <w:rPr>
          <w:b/>
        </w:rPr>
        <w:t xml:space="preserve">(A) </w:t>
      </w:r>
      <w:r w:rsidR="0071111E">
        <w:rPr>
          <w:b/>
        </w:rPr>
        <w:t>FIADOR</w:t>
      </w:r>
      <w:r w:rsidR="005E26A7">
        <w:rPr>
          <w:b/>
        </w:rPr>
        <w:t xml:space="preserve"> (A)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07B3E" w14:paraId="1CBE73A0" w14:textId="77777777" w:rsidTr="00307B3E">
        <w:tc>
          <w:tcPr>
            <w:tcW w:w="9211" w:type="dxa"/>
          </w:tcPr>
          <w:p w14:paraId="4450706C" w14:textId="77777777"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Nome: </w:t>
            </w:r>
            <w:bookmarkStart w:id="3" w:name="Texto5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"/>
          </w:p>
          <w:p w14:paraId="5CF5ADAF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Data de nascimento: </w:t>
            </w:r>
            <w:bookmarkStart w:id="4" w:name="Texto5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4"/>
            <w:r w:rsidRPr="00307B3E">
              <w:rPr>
                <w:sz w:val="18"/>
                <w:szCs w:val="18"/>
              </w:rPr>
              <w:t>/</w:t>
            </w:r>
            <w:bookmarkStart w:id="5" w:name="Texto5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5"/>
            <w:r w:rsidRPr="00307B3E">
              <w:rPr>
                <w:sz w:val="18"/>
                <w:szCs w:val="18"/>
              </w:rPr>
              <w:t>/</w:t>
            </w:r>
            <w:bookmarkStart w:id="6" w:name="Texto5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6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Sexo: </w:t>
            </w:r>
            <w:bookmarkStart w:id="7" w:name="Texto56"/>
            <w:r w:rsidRPr="00307B3E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7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8" w:name="Texto57"/>
            <w:r w:rsidRPr="00307B3E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8"/>
          </w:p>
          <w:p w14:paraId="5814F33B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Nacionalidade: </w:t>
            </w:r>
            <w:bookmarkStart w:id="9" w:name="Texto58"/>
            <w:r w:rsidRPr="00307B3E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9"/>
          </w:p>
          <w:p w14:paraId="36C40469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Naturalidade: </w:t>
            </w:r>
            <w:bookmarkStart w:id="10" w:name="Texto59"/>
            <w:r w:rsidRPr="00307B3E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0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11" w:name="Texto60"/>
            <w:r w:rsidRPr="00307B3E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1"/>
          </w:p>
          <w:p w14:paraId="18EA1227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RG: </w:t>
            </w:r>
            <w:bookmarkStart w:id="12" w:name="Texto6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2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 do RG: </w:t>
            </w:r>
            <w:bookmarkStart w:id="13" w:name="Texto62"/>
            <w:r w:rsidRPr="00307B3E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3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CPF/MF: </w:t>
            </w:r>
            <w:bookmarkStart w:id="14" w:name="Texto6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4"/>
            <w:r w:rsidRPr="00307B3E">
              <w:rPr>
                <w:sz w:val="18"/>
                <w:szCs w:val="18"/>
              </w:rPr>
              <w:t>.</w:t>
            </w:r>
            <w:bookmarkStart w:id="15" w:name="Texto6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5"/>
            <w:r w:rsidRPr="00307B3E">
              <w:rPr>
                <w:sz w:val="18"/>
                <w:szCs w:val="18"/>
              </w:rPr>
              <w:t>.</w:t>
            </w:r>
            <w:bookmarkStart w:id="16" w:name="Texto6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6"/>
            <w:r w:rsidRPr="00307B3E">
              <w:rPr>
                <w:sz w:val="18"/>
                <w:szCs w:val="18"/>
              </w:rPr>
              <w:t>-</w:t>
            </w:r>
            <w:bookmarkStart w:id="17" w:name="Texto66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7"/>
          </w:p>
          <w:p w14:paraId="66C72C1F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do pai: </w:t>
            </w:r>
            <w:bookmarkStart w:id="18" w:name="Texto6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8"/>
          </w:p>
          <w:p w14:paraId="01F485D2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mãe: </w:t>
            </w:r>
            <w:bookmarkStart w:id="19" w:name="Texto6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9"/>
          </w:p>
        </w:tc>
      </w:tr>
      <w:tr w:rsidR="00A11624" w:rsidRPr="00307B3E" w14:paraId="2DFF0AFD" w14:textId="77777777" w:rsidTr="00307B3E">
        <w:tc>
          <w:tcPr>
            <w:tcW w:w="9211" w:type="dxa"/>
          </w:tcPr>
          <w:p w14:paraId="51668CA8" w14:textId="77777777"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(1): </w:t>
            </w:r>
            <w:bookmarkStart w:id="20" w:name="Texto6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0"/>
          </w:p>
          <w:p w14:paraId="662ED71B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(2): </w:t>
            </w:r>
            <w:bookmarkStart w:id="21" w:name="Texto70"/>
            <w:r w:rsidR="00514084" w:rsidRPr="00307B3E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  <w:lang w:val="en-US"/>
              </w:rPr>
            </w:r>
            <w:r w:rsidR="00514084" w:rsidRPr="00307B3E">
              <w:rPr>
                <w:sz w:val="18"/>
                <w:szCs w:val="18"/>
                <w:lang w:val="en-US"/>
              </w:rPr>
              <w:fldChar w:fldCharType="separate"/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514084" w:rsidRPr="00307B3E">
              <w:rPr>
                <w:sz w:val="18"/>
                <w:szCs w:val="18"/>
                <w:lang w:val="en-US"/>
              </w:rPr>
              <w:fldChar w:fldCharType="end"/>
            </w:r>
            <w:bookmarkEnd w:id="21"/>
          </w:p>
        </w:tc>
      </w:tr>
      <w:tr w:rsidR="00A11624" w:rsidRPr="00307B3E" w14:paraId="54DD87C6" w14:textId="77777777" w:rsidTr="00307B3E">
        <w:tc>
          <w:tcPr>
            <w:tcW w:w="9211" w:type="dxa"/>
          </w:tcPr>
          <w:p w14:paraId="2C556022" w14:textId="77777777"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residencial: </w:t>
            </w:r>
            <w:bookmarkStart w:id="22" w:name="Texto7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2"/>
            <w:r w:rsidRPr="00307B3E">
              <w:rPr>
                <w:sz w:val="18"/>
                <w:szCs w:val="18"/>
              </w:rPr>
              <w:t xml:space="preserve">, </w:t>
            </w:r>
            <w:bookmarkStart w:id="23" w:name="Texto7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3"/>
          </w:p>
          <w:p w14:paraId="6255B21F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bookmarkStart w:id="24" w:name="Texto73"/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4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Bairro: </w:t>
            </w:r>
            <w:bookmarkStart w:id="25" w:name="Texto7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5"/>
          </w:p>
          <w:p w14:paraId="0C9F2AD4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bookmarkStart w:id="26" w:name="Texto75"/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6"/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27" w:name="Texto76"/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7"/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>CEP:</w:t>
            </w:r>
            <w:bookmarkStart w:id="28" w:name="Texto7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8"/>
            <w:r w:rsidRPr="00307B3E">
              <w:rPr>
                <w:sz w:val="18"/>
                <w:szCs w:val="18"/>
              </w:rPr>
              <w:t>-</w:t>
            </w:r>
            <w:bookmarkStart w:id="29" w:name="Texto7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9"/>
          </w:p>
          <w:p w14:paraId="513AB924" w14:textId="77777777" w:rsidR="00A11624" w:rsidRPr="00307B3E" w:rsidRDefault="00A11624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residencial: </w:t>
            </w:r>
            <w:r w:rsidRPr="00307B3E">
              <w:rPr>
                <w:sz w:val="18"/>
                <w:szCs w:val="18"/>
              </w:rPr>
              <w:t>(</w:t>
            </w:r>
            <w:bookmarkStart w:id="30" w:name="Texto7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0"/>
            <w:r w:rsidRPr="00307B3E">
              <w:rPr>
                <w:sz w:val="18"/>
                <w:szCs w:val="18"/>
              </w:rPr>
              <w:t xml:space="preserve">) </w:t>
            </w:r>
            <w:bookmarkStart w:id="31" w:name="Texto80"/>
            <w:r w:rsidR="005A0109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bookmarkEnd w:id="31"/>
            <w:r w:rsidRPr="00307B3E">
              <w:rPr>
                <w:sz w:val="18"/>
                <w:szCs w:val="18"/>
              </w:rPr>
              <w:t>-</w:t>
            </w:r>
            <w:bookmarkStart w:id="32" w:name="Texto8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2"/>
            <w:r w:rsidRPr="00307B3E">
              <w:rPr>
                <w:b/>
                <w:sz w:val="18"/>
                <w:szCs w:val="18"/>
              </w:rPr>
              <w:tab/>
              <w:t xml:space="preserve">Celular: </w:t>
            </w:r>
            <w:r w:rsidRPr="00307B3E">
              <w:rPr>
                <w:sz w:val="18"/>
                <w:szCs w:val="18"/>
              </w:rPr>
              <w:t>(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)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</w:p>
        </w:tc>
      </w:tr>
      <w:tr w:rsidR="00A11624" w:rsidRPr="00307B3E" w14:paraId="729A3574" w14:textId="77777777" w:rsidTr="00307B3E">
        <w:tc>
          <w:tcPr>
            <w:tcW w:w="9211" w:type="dxa"/>
          </w:tcPr>
          <w:p w14:paraId="51AE8DC5" w14:textId="77777777"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3081AC6A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79C01CEB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5A226F56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76161BC4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comercial: </w:t>
            </w:r>
            <w:r w:rsidRPr="00307B3E">
              <w:rPr>
                <w:sz w:val="18"/>
                <w:szCs w:val="18"/>
              </w:rPr>
              <w:t>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Ramal: </w:t>
            </w:r>
            <w:bookmarkStart w:id="33" w:name="Texto8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3"/>
          </w:p>
          <w:p w14:paraId="49343320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Admissão</w:t>
            </w:r>
            <w:r w:rsidRPr="00307B3E">
              <w:rPr>
                <w:sz w:val="18"/>
                <w:szCs w:val="18"/>
              </w:rPr>
              <w:t xml:space="preserve">: </w:t>
            </w:r>
            <w:bookmarkStart w:id="34" w:name="Texto95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4"/>
            <w:r w:rsidRPr="00307B3E">
              <w:rPr>
                <w:sz w:val="18"/>
                <w:szCs w:val="18"/>
              </w:rPr>
              <w:t>/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bookmarkStart w:id="35" w:name="Texto96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5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bookmarkStart w:id="36" w:name="Texto97"/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36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7" w:name="Texto98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7"/>
          </w:p>
        </w:tc>
      </w:tr>
    </w:tbl>
    <w:p w14:paraId="21019363" w14:textId="77777777"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07B3E" w14:paraId="5450E5AD" w14:textId="77777777" w:rsidTr="00307B3E">
        <w:tc>
          <w:tcPr>
            <w:tcW w:w="9224" w:type="dxa"/>
          </w:tcPr>
          <w:p w14:paraId="547FF456" w14:textId="77777777"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4BCD69FF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226844EA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1528805B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4DD0D124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Telefone</w:t>
            </w:r>
            <w:r w:rsidRPr="00307B3E">
              <w:rPr>
                <w:sz w:val="18"/>
                <w:szCs w:val="18"/>
              </w:rPr>
              <w:t>: 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="00571603" w:rsidRPr="00307B3E">
              <w:rPr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  <w:p w14:paraId="5EF420C0" w14:textId="77777777" w:rsidR="00A11624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CNPJ: </w:t>
            </w:r>
            <w:bookmarkStart w:id="38" w:name="Texto9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8"/>
            <w:r w:rsidRPr="00307B3E">
              <w:rPr>
                <w:sz w:val="18"/>
                <w:szCs w:val="18"/>
              </w:rPr>
              <w:t>.</w:t>
            </w:r>
            <w:bookmarkStart w:id="39" w:name="Texto10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9"/>
            <w:r w:rsidRPr="00307B3E">
              <w:rPr>
                <w:sz w:val="18"/>
                <w:szCs w:val="18"/>
              </w:rPr>
              <w:t>.</w:t>
            </w:r>
            <w:bookmarkStart w:id="40" w:name="Texto101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0"/>
            <w:r w:rsidRPr="00307B3E">
              <w:rPr>
                <w:sz w:val="18"/>
                <w:szCs w:val="18"/>
              </w:rPr>
              <w:t>/</w:t>
            </w:r>
            <w:bookmarkStart w:id="41" w:name="Texto10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1"/>
            <w:r w:rsidRPr="00307B3E">
              <w:rPr>
                <w:sz w:val="18"/>
                <w:szCs w:val="18"/>
              </w:rPr>
              <w:t>-</w:t>
            </w:r>
            <w:bookmarkStart w:id="42" w:name="Texto103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2"/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3" w:name="Texto104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3"/>
            <w:r w:rsidR="007D1808" w:rsidRPr="00307B3E">
              <w:rPr>
                <w:b/>
                <w:sz w:val="18"/>
                <w:szCs w:val="18"/>
              </w:rPr>
              <w:t xml:space="preserve"> </w:t>
            </w:r>
          </w:p>
          <w:p w14:paraId="56995B50" w14:textId="77777777" w:rsidR="005A0109" w:rsidRPr="00307B3E" w:rsidRDefault="005A0109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</w:t>
            </w:r>
            <w:r>
              <w:rPr>
                <w:b/>
                <w:sz w:val="18"/>
                <w:szCs w:val="18"/>
              </w:rPr>
              <w:t>bertura</w:t>
            </w:r>
            <w:r w:rsidRPr="00307B3E">
              <w:rPr>
                <w:sz w:val="18"/>
                <w:szCs w:val="18"/>
              </w:rPr>
              <w:t xml:space="preserve">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</w:tc>
      </w:tr>
    </w:tbl>
    <w:p w14:paraId="3E8800FA" w14:textId="77777777"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307B3E" w14:paraId="475D6B2F" w14:textId="77777777" w:rsidTr="00307B3E">
        <w:tc>
          <w:tcPr>
            <w:tcW w:w="9224" w:type="dxa"/>
          </w:tcPr>
          <w:p w14:paraId="029A5C94" w14:textId="77777777" w:rsidR="00571603" w:rsidRPr="00307B3E" w:rsidRDefault="00571603" w:rsidP="00307B3E">
            <w:pPr>
              <w:spacing w:before="120" w:line="360" w:lineRule="auto"/>
              <w:rPr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76DE4080" w14:textId="77777777" w:rsidR="00571603" w:rsidRPr="00307B3E" w:rsidRDefault="00571603" w:rsidP="00307B3E">
            <w:pPr>
              <w:spacing w:line="360" w:lineRule="auto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14:paraId="65E5BE37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14:paraId="4BEF0FC3" w14:textId="77777777" w:rsidTr="00307B3E">
        <w:tc>
          <w:tcPr>
            <w:tcW w:w="9211" w:type="dxa"/>
          </w:tcPr>
          <w:p w14:paraId="39BF4382" w14:textId="77777777"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bookmarkStart w:id="44" w:name="Texto84"/>
            <w:r w:rsidRPr="00307B3E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44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</w:t>
            </w:r>
            <w:bookmarkStart w:id="45" w:name="Texto85"/>
            <w:r w:rsidRPr="00307B3E">
              <w:rPr>
                <w:b/>
                <w:sz w:val="18"/>
                <w:szCs w:val="18"/>
              </w:rPr>
              <w:t xml:space="preserve">R$ </w:t>
            </w:r>
            <w:bookmarkEnd w:id="45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6" w:name="Texto86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46"/>
          </w:p>
          <w:p w14:paraId="798DB1E8" w14:textId="77777777" w:rsidR="007D1808" w:rsidRPr="00307B3E" w:rsidRDefault="007D1808" w:rsidP="003D3691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14:paraId="03A24FC1" w14:textId="77777777" w:rsidTr="00307B3E">
        <w:tc>
          <w:tcPr>
            <w:tcW w:w="9211" w:type="dxa"/>
          </w:tcPr>
          <w:p w14:paraId="2D3C76B2" w14:textId="77777777"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7" w:name="Texto87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7"/>
          </w:p>
        </w:tc>
      </w:tr>
    </w:tbl>
    <w:p w14:paraId="04DA3E5D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14:paraId="2AEF39CE" w14:textId="77777777" w:rsidTr="00307B3E">
        <w:tc>
          <w:tcPr>
            <w:tcW w:w="9211" w:type="dxa"/>
          </w:tcPr>
          <w:p w14:paraId="43971F72" w14:textId="77777777"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bookmarkStart w:id="48" w:name="Texto88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8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bookmarkStart w:id="49" w:name="Texto8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9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bookmarkStart w:id="50" w:name="Texto9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0"/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bookmarkStart w:id="51" w:name="Texto91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51"/>
          </w:p>
          <w:p w14:paraId="179E31F5" w14:textId="77777777" w:rsidR="007D1808" w:rsidRPr="00307B3E" w:rsidRDefault="007D1808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14:paraId="4DE8BE0F" w14:textId="77777777" w:rsidTr="00307B3E">
        <w:tc>
          <w:tcPr>
            <w:tcW w:w="9211" w:type="dxa"/>
          </w:tcPr>
          <w:p w14:paraId="36895759" w14:textId="77777777"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14:paraId="74D01F49" w14:textId="77777777"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14:paraId="7E8CC01F" w14:textId="77777777" w:rsidTr="00307B3E">
        <w:tc>
          <w:tcPr>
            <w:tcW w:w="9211" w:type="dxa"/>
          </w:tcPr>
          <w:p w14:paraId="6F4D2B8D" w14:textId="77777777"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14:paraId="78B367DC" w14:textId="77777777" w:rsidR="007D1808" w:rsidRDefault="007D1808" w:rsidP="007D1808">
      <w:pPr>
        <w:spacing w:before="120"/>
        <w:rPr>
          <w:b/>
          <w:sz w:val="18"/>
          <w:szCs w:val="18"/>
        </w:rPr>
      </w:pPr>
    </w:p>
    <w:p w14:paraId="15A453D7" w14:textId="77777777"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14:paraId="5C312EC1" w14:textId="77777777" w:rsidR="00197508" w:rsidRDefault="00197508" w:rsidP="00197508">
      <w:pPr>
        <w:spacing w:before="120"/>
        <w:rPr>
          <w:b/>
          <w:sz w:val="18"/>
          <w:szCs w:val="18"/>
        </w:rPr>
      </w:pPr>
    </w:p>
    <w:p w14:paraId="65DB7F2C" w14:textId="77777777" w:rsidR="00197508" w:rsidRDefault="00197508" w:rsidP="001975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197508" w:rsidRPr="003D0FA7" w14:paraId="753E6974" w14:textId="77777777" w:rsidTr="005A53D4">
        <w:tc>
          <w:tcPr>
            <w:tcW w:w="9225" w:type="dxa"/>
          </w:tcPr>
          <w:p w14:paraId="30AAABC1" w14:textId="77777777"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1E8BCCC1" w14:textId="77777777"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743AC015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0CE7D9C5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359A2306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197508" w:rsidRPr="003D0FA7" w14:paraId="23C44D1D" w14:textId="77777777" w:rsidTr="005A53D4">
        <w:tc>
          <w:tcPr>
            <w:tcW w:w="9225" w:type="dxa"/>
          </w:tcPr>
          <w:p w14:paraId="766083E5" w14:textId="77777777"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6FB0D2A9" w14:textId="77777777"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6D8EA1F1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13E780D5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33461C9C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14:paraId="3CCF0D1B" w14:textId="77777777" w:rsidR="00197508" w:rsidRDefault="00197508" w:rsidP="00197508">
      <w:pPr>
        <w:spacing w:before="120"/>
        <w:rPr>
          <w:b/>
          <w:sz w:val="18"/>
          <w:szCs w:val="18"/>
        </w:rPr>
      </w:pPr>
    </w:p>
    <w:p w14:paraId="6E3687CB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14:paraId="3D045F6C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14:paraId="6BCD82A1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bookmarkStart w:id="52" w:name="Texto49"/>
    <w:p w14:paraId="461956DF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2"/>
      <w:r>
        <w:rPr>
          <w:sz w:val="20"/>
          <w:szCs w:val="20"/>
        </w:rPr>
        <w:t xml:space="preserve">, </w:t>
      </w:r>
      <w:bookmarkStart w:id="53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3"/>
      <w:r w:rsidRPr="007D1808">
        <w:rPr>
          <w:sz w:val="20"/>
          <w:szCs w:val="20"/>
        </w:rPr>
        <w:t xml:space="preserve"> de </w:t>
      </w:r>
      <w:bookmarkStart w:id="54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4"/>
      <w:r w:rsidRPr="007D1808">
        <w:rPr>
          <w:sz w:val="20"/>
          <w:szCs w:val="20"/>
        </w:rPr>
        <w:t xml:space="preserve"> de </w:t>
      </w:r>
      <w:bookmarkStart w:id="55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5"/>
      <w:r>
        <w:rPr>
          <w:sz w:val="20"/>
          <w:szCs w:val="20"/>
        </w:rPr>
        <w:t>.</w:t>
      </w:r>
    </w:p>
    <w:p w14:paraId="55267091" w14:textId="77777777" w:rsidR="00197508" w:rsidRDefault="00197508" w:rsidP="00197508">
      <w:pPr>
        <w:spacing w:before="120"/>
        <w:jc w:val="both"/>
        <w:rPr>
          <w:sz w:val="20"/>
          <w:szCs w:val="20"/>
        </w:rPr>
      </w:pPr>
    </w:p>
    <w:p w14:paraId="3EB9566C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14:paraId="67354EB7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197508" w:rsidRPr="003D0FA7" w14:paraId="42CF6BA8" w14:textId="77777777" w:rsidTr="005A53D4">
        <w:tc>
          <w:tcPr>
            <w:tcW w:w="4791" w:type="dxa"/>
          </w:tcPr>
          <w:p w14:paraId="0319A863" w14:textId="77777777" w:rsidR="00197508" w:rsidRPr="003D0FA7" w:rsidRDefault="00197508" w:rsidP="005A53D4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14:paraId="0A5D92A5" w14:textId="77777777" w:rsidR="00197508" w:rsidRPr="003D0FA7" w:rsidRDefault="00197508" w:rsidP="005A53D4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14:paraId="2A61E0D8" w14:textId="77777777" w:rsidR="00197508" w:rsidRPr="007D1808" w:rsidRDefault="00197508" w:rsidP="00197508">
      <w:pPr>
        <w:jc w:val="both"/>
        <w:rPr>
          <w:sz w:val="20"/>
          <w:szCs w:val="20"/>
        </w:rPr>
      </w:pPr>
    </w:p>
    <w:p w14:paraId="07FB7A57" w14:textId="77777777" w:rsidR="00197508" w:rsidRPr="007D1808" w:rsidRDefault="00197508" w:rsidP="00197508">
      <w:pPr>
        <w:jc w:val="both"/>
        <w:rPr>
          <w:sz w:val="20"/>
          <w:szCs w:val="20"/>
        </w:rPr>
      </w:pPr>
    </w:p>
    <w:p w14:paraId="5591141A" w14:textId="77777777" w:rsidR="00197508" w:rsidRPr="007D1808" w:rsidRDefault="00197508" w:rsidP="00197508">
      <w:pPr>
        <w:jc w:val="both"/>
        <w:rPr>
          <w:sz w:val="20"/>
          <w:szCs w:val="20"/>
        </w:rPr>
      </w:pPr>
    </w:p>
    <w:p w14:paraId="39BD01A3" w14:textId="77777777" w:rsidR="00197508" w:rsidRDefault="00197508" w:rsidP="00197508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14:paraId="22F49C0A" w14:textId="77777777" w:rsidR="00197508" w:rsidRPr="001B43F4" w:rsidRDefault="00197508" w:rsidP="00197508">
      <w:pPr>
        <w:jc w:val="both"/>
        <w:rPr>
          <w:sz w:val="20"/>
          <w:szCs w:val="20"/>
        </w:rPr>
      </w:pPr>
    </w:p>
    <w:p w14:paraId="1D12EC99" w14:textId="77777777" w:rsidR="00232BA2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14:paraId="7A0B6F90" w14:textId="77777777" w:rsidR="00232BA2" w:rsidRPr="001B43F4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14:paraId="23C3DA2E" w14:textId="77777777" w:rsidR="00232BA2" w:rsidRPr="001B43F4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14:paraId="2B95DBB9" w14:textId="77777777" w:rsidR="00232BA2" w:rsidRPr="001B43F4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14:paraId="2F1B06D9" w14:textId="77777777" w:rsidR="00232BA2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14:paraId="7F84A7C1" w14:textId="77777777" w:rsidR="00445D93" w:rsidRPr="00445D93" w:rsidRDefault="00445D93" w:rsidP="00445D93">
      <w:pPr>
        <w:pStyle w:val="PargrafodaLista"/>
        <w:numPr>
          <w:ilvl w:val="0"/>
          <w:numId w:val="1"/>
        </w:numPr>
        <w:jc w:val="both"/>
        <w:rPr>
          <w:sz w:val="20"/>
          <w:szCs w:val="20"/>
        </w:rPr>
      </w:pPr>
      <w:r w:rsidRPr="00445D93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14:paraId="3AE286FA" w14:textId="77777777" w:rsidR="00232BA2" w:rsidRDefault="00232BA2" w:rsidP="00232BA2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14:paraId="1F60FDFD" w14:textId="77777777" w:rsidR="00232BA2" w:rsidRPr="001B43F4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14:paraId="66FC8C3A" w14:textId="77777777" w:rsidR="00232BA2" w:rsidRPr="001B43F4" w:rsidRDefault="00232BA2" w:rsidP="00232BA2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14:paraId="019C8B8E" w14:textId="77777777" w:rsidR="00197508" w:rsidRDefault="00197508" w:rsidP="00197508">
      <w:pPr>
        <w:jc w:val="both"/>
      </w:pPr>
    </w:p>
    <w:p w14:paraId="6DA26B13" w14:textId="77777777" w:rsidR="00053CAF" w:rsidRDefault="00053CAF" w:rsidP="00197508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A355B" w14:textId="77777777" w:rsidR="00533B79" w:rsidRDefault="00533B79">
      <w:r>
        <w:separator/>
      </w:r>
    </w:p>
  </w:endnote>
  <w:endnote w:type="continuationSeparator" w:id="0">
    <w:p w14:paraId="4E938149" w14:textId="77777777" w:rsidR="00533B79" w:rsidRDefault="00533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F5E98" w14:textId="77777777" w:rsidR="00F56183" w:rsidRDefault="00F56183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30CC1A9" w14:textId="77777777" w:rsidR="00F56183" w:rsidRDefault="00F56183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622AC" w14:textId="77777777" w:rsidR="00F56183" w:rsidRDefault="00F56183" w:rsidP="00C0599D">
    <w:pPr>
      <w:pStyle w:val="Rodap"/>
      <w:framePr w:wrap="around" w:vAnchor="text" w:hAnchor="margin" w:xAlign="outside" w:y="1"/>
      <w:rPr>
        <w:rStyle w:val="Nmerodepgina"/>
      </w:rPr>
    </w:pPr>
  </w:p>
  <w:p w14:paraId="68DD0808" w14:textId="4467D531" w:rsidR="00F56183" w:rsidRPr="00B961F6" w:rsidRDefault="00F56183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CREDUC_Cadastro_Cônjuge_Fiador</w:t>
    </w:r>
    <w:r w:rsidR="005E26A7">
      <w:rPr>
        <w:sz w:val="16"/>
        <w:szCs w:val="16"/>
      </w:rPr>
      <w:t xml:space="preserve"> (a)</w:t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E1CFB" w14:textId="77777777" w:rsidR="00F56183" w:rsidRPr="00B961F6" w:rsidRDefault="00F56183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45A44" w14:textId="77777777" w:rsidR="00533B79" w:rsidRDefault="00533B79">
      <w:r>
        <w:separator/>
      </w:r>
    </w:p>
  </w:footnote>
  <w:footnote w:type="continuationSeparator" w:id="0">
    <w:p w14:paraId="3624103B" w14:textId="77777777" w:rsidR="00533B79" w:rsidRDefault="00533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C1EE7" w14:textId="77777777" w:rsidR="00F56183" w:rsidRDefault="002942DC">
    <w:pPr>
      <w:pStyle w:val="Cabealho"/>
    </w:pPr>
    <w:r>
      <w:rPr>
        <w:noProof/>
        <w:sz w:val="24"/>
      </w:rPr>
      <w:drawing>
        <wp:inline distT="0" distB="0" distL="0" distR="0" wp14:anchorId="73E86190" wp14:editId="34F3C514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71109" w14:textId="77777777" w:rsidR="00F56183" w:rsidRDefault="002942DC">
    <w:pPr>
      <w:pStyle w:val="Cabealho"/>
    </w:pPr>
    <w:r>
      <w:rPr>
        <w:noProof/>
        <w:sz w:val="24"/>
      </w:rPr>
      <w:drawing>
        <wp:inline distT="0" distB="0" distL="0" distR="0" wp14:anchorId="06DC5C2C" wp14:editId="4EC8B789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67935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9tGyqrtYqf0kRfOLZXrCe0pwgtybn4NFADYOHjutnlG0Z701cDCjtBr704d/ay+JZCuMjx5ATu1+WJwydf5bg==" w:salt="clUGDjnMTlHwIvwwa4XCdw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A7"/>
    <w:rsid w:val="00015B94"/>
    <w:rsid w:val="000328B8"/>
    <w:rsid w:val="00053CAF"/>
    <w:rsid w:val="000A01FC"/>
    <w:rsid w:val="000A4966"/>
    <w:rsid w:val="000F3CD2"/>
    <w:rsid w:val="00126398"/>
    <w:rsid w:val="00132227"/>
    <w:rsid w:val="00162F6E"/>
    <w:rsid w:val="00182AC8"/>
    <w:rsid w:val="00192C71"/>
    <w:rsid w:val="001974DF"/>
    <w:rsid w:val="00197508"/>
    <w:rsid w:val="001A0384"/>
    <w:rsid w:val="001B1E48"/>
    <w:rsid w:val="001B2B3A"/>
    <w:rsid w:val="001B43F4"/>
    <w:rsid w:val="001C716B"/>
    <w:rsid w:val="001E548C"/>
    <w:rsid w:val="002236F4"/>
    <w:rsid w:val="002238FF"/>
    <w:rsid w:val="00224667"/>
    <w:rsid w:val="00231A96"/>
    <w:rsid w:val="00232BA2"/>
    <w:rsid w:val="00276045"/>
    <w:rsid w:val="002942DC"/>
    <w:rsid w:val="002A21FA"/>
    <w:rsid w:val="002B77F4"/>
    <w:rsid w:val="002C4800"/>
    <w:rsid w:val="002D5631"/>
    <w:rsid w:val="002F5509"/>
    <w:rsid w:val="00306C91"/>
    <w:rsid w:val="00307B3E"/>
    <w:rsid w:val="003144B9"/>
    <w:rsid w:val="00316B97"/>
    <w:rsid w:val="00325D25"/>
    <w:rsid w:val="003338B7"/>
    <w:rsid w:val="003462ED"/>
    <w:rsid w:val="00365E9E"/>
    <w:rsid w:val="003B0BEC"/>
    <w:rsid w:val="003B1CEC"/>
    <w:rsid w:val="003D2D77"/>
    <w:rsid w:val="003D3691"/>
    <w:rsid w:val="00431C3E"/>
    <w:rsid w:val="00445D93"/>
    <w:rsid w:val="00464FB0"/>
    <w:rsid w:val="00490287"/>
    <w:rsid w:val="00495EAB"/>
    <w:rsid w:val="004B41FC"/>
    <w:rsid w:val="004D0933"/>
    <w:rsid w:val="004D1EBF"/>
    <w:rsid w:val="004D44FA"/>
    <w:rsid w:val="005013B9"/>
    <w:rsid w:val="00514084"/>
    <w:rsid w:val="00531E81"/>
    <w:rsid w:val="00533B79"/>
    <w:rsid w:val="005557FA"/>
    <w:rsid w:val="00571603"/>
    <w:rsid w:val="00575B6B"/>
    <w:rsid w:val="0058414C"/>
    <w:rsid w:val="005A0109"/>
    <w:rsid w:val="005A53D4"/>
    <w:rsid w:val="005A60BA"/>
    <w:rsid w:val="005B132F"/>
    <w:rsid w:val="005E26A7"/>
    <w:rsid w:val="005E4D92"/>
    <w:rsid w:val="005E4F17"/>
    <w:rsid w:val="005F2DEB"/>
    <w:rsid w:val="00666F12"/>
    <w:rsid w:val="006770C7"/>
    <w:rsid w:val="00696358"/>
    <w:rsid w:val="006B5B00"/>
    <w:rsid w:val="006C08ED"/>
    <w:rsid w:val="006D636D"/>
    <w:rsid w:val="006E1523"/>
    <w:rsid w:val="006F1489"/>
    <w:rsid w:val="007078E1"/>
    <w:rsid w:val="00707B01"/>
    <w:rsid w:val="0071111E"/>
    <w:rsid w:val="007114EA"/>
    <w:rsid w:val="00726532"/>
    <w:rsid w:val="007443FC"/>
    <w:rsid w:val="00752413"/>
    <w:rsid w:val="00757B4A"/>
    <w:rsid w:val="00791752"/>
    <w:rsid w:val="007B2248"/>
    <w:rsid w:val="007B2B07"/>
    <w:rsid w:val="007C0D41"/>
    <w:rsid w:val="007C298C"/>
    <w:rsid w:val="007D1808"/>
    <w:rsid w:val="008158AE"/>
    <w:rsid w:val="00816ED1"/>
    <w:rsid w:val="0083136B"/>
    <w:rsid w:val="008774F1"/>
    <w:rsid w:val="008E19F0"/>
    <w:rsid w:val="00936867"/>
    <w:rsid w:val="00945E30"/>
    <w:rsid w:val="00951BE5"/>
    <w:rsid w:val="00992F4D"/>
    <w:rsid w:val="00997840"/>
    <w:rsid w:val="009B2216"/>
    <w:rsid w:val="009F4555"/>
    <w:rsid w:val="00A02C56"/>
    <w:rsid w:val="00A04DB4"/>
    <w:rsid w:val="00A11624"/>
    <w:rsid w:val="00A23D24"/>
    <w:rsid w:val="00A665EB"/>
    <w:rsid w:val="00A85DEE"/>
    <w:rsid w:val="00AB7E4F"/>
    <w:rsid w:val="00AF4D30"/>
    <w:rsid w:val="00B35298"/>
    <w:rsid w:val="00B63F6A"/>
    <w:rsid w:val="00B961F6"/>
    <w:rsid w:val="00BA7DED"/>
    <w:rsid w:val="00BC0CAE"/>
    <w:rsid w:val="00BC1A1A"/>
    <w:rsid w:val="00BD5372"/>
    <w:rsid w:val="00C0599D"/>
    <w:rsid w:val="00C07A5B"/>
    <w:rsid w:val="00C401A6"/>
    <w:rsid w:val="00C8006D"/>
    <w:rsid w:val="00C862E5"/>
    <w:rsid w:val="00CA64EA"/>
    <w:rsid w:val="00CA6BDC"/>
    <w:rsid w:val="00CA76D5"/>
    <w:rsid w:val="00CC2918"/>
    <w:rsid w:val="00CE241B"/>
    <w:rsid w:val="00D11C13"/>
    <w:rsid w:val="00D23D73"/>
    <w:rsid w:val="00D77529"/>
    <w:rsid w:val="00DC018F"/>
    <w:rsid w:val="00DC373F"/>
    <w:rsid w:val="00E37805"/>
    <w:rsid w:val="00E60E14"/>
    <w:rsid w:val="00E80AFC"/>
    <w:rsid w:val="00EF014D"/>
    <w:rsid w:val="00F35436"/>
    <w:rsid w:val="00F56183"/>
    <w:rsid w:val="00F81596"/>
    <w:rsid w:val="00F834EF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F2069"/>
  <w15:chartTrackingRefBased/>
  <w15:docId w15:val="{9A235544-AA33-4EB4-B39B-903C4518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PargrafodaLista">
    <w:name w:val="List Paragraph"/>
    <w:basedOn w:val="Normal"/>
    <w:uiPriority w:val="34"/>
    <w:qFormat/>
    <w:rsid w:val="00445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8LAJ2Q96\creduc-ficha-conj-fiado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creduc-ficha-conj-fiador</Template>
  <TotalTime>2</TotalTime>
  <Pages>1</Pages>
  <Words>697</Words>
  <Characters>4323</Characters>
  <Application>Microsoft Office Word</Application>
  <DocSecurity>0</DocSecurity>
  <Lines>144</Lines>
  <Paragraphs>128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6</cp:revision>
  <cp:lastPrinted>2008-04-15T17:13:00Z</cp:lastPrinted>
  <dcterms:created xsi:type="dcterms:W3CDTF">2026-01-15T21:56:00Z</dcterms:created>
  <dcterms:modified xsi:type="dcterms:W3CDTF">2026-01-15T22:14:00Z</dcterms:modified>
</cp:coreProperties>
</file>